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8C6E4C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9701B8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CDD9DB5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D751D">
        <w:rPr>
          <w:rFonts w:ascii="Corbel" w:hAnsi="Corbel"/>
          <w:i/>
          <w:smallCaps/>
          <w:sz w:val="24"/>
          <w:szCs w:val="24"/>
        </w:rPr>
        <w:t xml:space="preserve"> 2021-2026</w:t>
      </w:r>
    </w:p>
    <w:p w14:paraId="7CF7E60B" w14:textId="7A079C21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7A35A3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D41242A" w14:textId="67E82C19" w:rsidR="00445970" w:rsidRPr="00EA4832" w:rsidRDefault="000005CF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</w:r>
      <w:r w:rsidR="00445970">
        <w:rPr>
          <w:rFonts w:ascii="Corbel" w:hAnsi="Corbel"/>
          <w:sz w:val="20"/>
          <w:szCs w:val="20"/>
        </w:rPr>
        <w:tab/>
        <w:t xml:space="preserve">Rok akademicki </w:t>
      </w:r>
      <w:r w:rsidR="00ED751D">
        <w:rPr>
          <w:rFonts w:ascii="Corbel" w:hAnsi="Corbel"/>
          <w:sz w:val="20"/>
          <w:szCs w:val="20"/>
        </w:rPr>
        <w:t>2025/</w:t>
      </w:r>
      <w:r w:rsidR="007A35A3">
        <w:rPr>
          <w:rFonts w:ascii="Corbel" w:hAnsi="Corbel"/>
          <w:sz w:val="20"/>
          <w:szCs w:val="20"/>
        </w:rPr>
        <w:t>20</w:t>
      </w:r>
      <w:r w:rsidR="00ED751D">
        <w:rPr>
          <w:rFonts w:ascii="Corbel" w:hAnsi="Corbel"/>
          <w:sz w:val="20"/>
          <w:szCs w:val="20"/>
        </w:rPr>
        <w:t>26</w:t>
      </w:r>
    </w:p>
    <w:p w14:paraId="571535F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C38B2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3DDA59C" w14:textId="77777777" w:rsidTr="00B819C8">
        <w:tc>
          <w:tcPr>
            <w:tcW w:w="2694" w:type="dxa"/>
            <w:vAlign w:val="center"/>
          </w:tcPr>
          <w:p w14:paraId="5FBF77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48B892" w14:textId="42D33AFF" w:rsidR="0085747A" w:rsidRPr="007A35A3" w:rsidRDefault="002B10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7A35A3">
              <w:rPr>
                <w:rFonts w:ascii="Corbel" w:hAnsi="Corbel"/>
                <w:sz w:val="24"/>
                <w:szCs w:val="24"/>
              </w:rPr>
              <w:t>Europejskie Prawo Pracy</w:t>
            </w:r>
          </w:p>
        </w:tc>
      </w:tr>
      <w:tr w:rsidR="0085747A" w:rsidRPr="009C54AE" w14:paraId="483A34B0" w14:textId="77777777" w:rsidTr="00B819C8">
        <w:tc>
          <w:tcPr>
            <w:tcW w:w="2694" w:type="dxa"/>
            <w:vAlign w:val="center"/>
          </w:tcPr>
          <w:p w14:paraId="5927331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FDF6533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0F5D6D6" w14:textId="77777777" w:rsidTr="00B819C8">
        <w:tc>
          <w:tcPr>
            <w:tcW w:w="2694" w:type="dxa"/>
            <w:vAlign w:val="center"/>
          </w:tcPr>
          <w:p w14:paraId="7C0411A3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32581EA" w14:textId="77777777" w:rsidR="0085747A" w:rsidRPr="009C54AE" w:rsidRDefault="007F6C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6955365" w14:textId="77777777" w:rsidTr="00B819C8">
        <w:tc>
          <w:tcPr>
            <w:tcW w:w="2694" w:type="dxa"/>
            <w:vAlign w:val="center"/>
          </w:tcPr>
          <w:p w14:paraId="423F87A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A436563" w14:textId="77777777" w:rsidR="0085747A" w:rsidRPr="009C54AE" w:rsidRDefault="007F6C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Prawa Pracy i Ubezpieczeń Społecznych Instytutu Nauk Prawnych </w:t>
            </w:r>
          </w:p>
        </w:tc>
      </w:tr>
      <w:tr w:rsidR="0085747A" w:rsidRPr="009C54AE" w14:paraId="6E26FB53" w14:textId="77777777" w:rsidTr="00B819C8">
        <w:tc>
          <w:tcPr>
            <w:tcW w:w="2694" w:type="dxa"/>
            <w:vAlign w:val="center"/>
          </w:tcPr>
          <w:p w14:paraId="49AD07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0B9A31" w14:textId="77777777" w:rsidR="0085747A" w:rsidRPr="009C54AE" w:rsidRDefault="007F6C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85747A" w:rsidRPr="009C54AE" w14:paraId="329480B7" w14:textId="77777777" w:rsidTr="00B819C8">
        <w:tc>
          <w:tcPr>
            <w:tcW w:w="2694" w:type="dxa"/>
            <w:vAlign w:val="center"/>
          </w:tcPr>
          <w:p w14:paraId="6884A1D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3411376" w14:textId="77777777" w:rsidR="0085747A" w:rsidRPr="009C54AE" w:rsidRDefault="007F6C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14:paraId="4532F02A" w14:textId="77777777" w:rsidTr="00B819C8">
        <w:tc>
          <w:tcPr>
            <w:tcW w:w="2694" w:type="dxa"/>
            <w:vAlign w:val="center"/>
          </w:tcPr>
          <w:p w14:paraId="061AC7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C53C82B" w14:textId="77777777" w:rsidR="0085747A" w:rsidRPr="009C54AE" w:rsidRDefault="007F6C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9C54AE" w14:paraId="1F8463FC" w14:textId="77777777" w:rsidTr="00B819C8">
        <w:tc>
          <w:tcPr>
            <w:tcW w:w="2694" w:type="dxa"/>
            <w:vAlign w:val="center"/>
          </w:tcPr>
          <w:p w14:paraId="4E344D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7839F55" w14:textId="75B60E2B" w:rsidR="0085747A" w:rsidRPr="009C54AE" w:rsidRDefault="007F6C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059A7F9" w14:textId="77777777" w:rsidTr="00B819C8">
        <w:tc>
          <w:tcPr>
            <w:tcW w:w="2694" w:type="dxa"/>
            <w:vAlign w:val="center"/>
          </w:tcPr>
          <w:p w14:paraId="34FC87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6F2815D" w14:textId="7942D87B" w:rsidR="0085747A" w:rsidRPr="009C54AE" w:rsidRDefault="007F6C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 semestr </w:t>
            </w:r>
            <w:r w:rsidR="00111E8F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X</w:t>
            </w:r>
          </w:p>
        </w:tc>
      </w:tr>
      <w:tr w:rsidR="0085747A" w:rsidRPr="009C54AE" w14:paraId="63582073" w14:textId="77777777" w:rsidTr="00B819C8">
        <w:tc>
          <w:tcPr>
            <w:tcW w:w="2694" w:type="dxa"/>
            <w:vAlign w:val="center"/>
          </w:tcPr>
          <w:p w14:paraId="7A8DD7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8FF288" w14:textId="77777777" w:rsidR="0085747A" w:rsidRPr="009C54AE" w:rsidRDefault="007F6C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14:paraId="77D820DA" w14:textId="77777777" w:rsidTr="00B819C8">
        <w:tc>
          <w:tcPr>
            <w:tcW w:w="2694" w:type="dxa"/>
            <w:vAlign w:val="center"/>
          </w:tcPr>
          <w:p w14:paraId="46E1BBD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CEFD556" w14:textId="77777777" w:rsidR="00923D7D" w:rsidRPr="009C54AE" w:rsidRDefault="007F6C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9C54AE" w14:paraId="463FB162" w14:textId="77777777" w:rsidTr="00B819C8">
        <w:tc>
          <w:tcPr>
            <w:tcW w:w="2694" w:type="dxa"/>
            <w:vAlign w:val="center"/>
          </w:tcPr>
          <w:p w14:paraId="397138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91FA64" w14:textId="77777777" w:rsidR="0085747A" w:rsidRPr="009C54AE" w:rsidRDefault="007F6C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Kowalczyk, prof. UR</w:t>
            </w:r>
          </w:p>
        </w:tc>
      </w:tr>
      <w:tr w:rsidR="0085747A" w:rsidRPr="009C54AE" w14:paraId="25E8A562" w14:textId="77777777" w:rsidTr="00B819C8">
        <w:tc>
          <w:tcPr>
            <w:tcW w:w="2694" w:type="dxa"/>
            <w:vAlign w:val="center"/>
          </w:tcPr>
          <w:p w14:paraId="1484DB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E13630" w14:textId="77777777" w:rsidR="0085747A" w:rsidRPr="009C54AE" w:rsidRDefault="007F6C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Agata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Ludera-Ruszel</w:t>
            </w:r>
            <w:proofErr w:type="spellEnd"/>
          </w:p>
        </w:tc>
      </w:tr>
    </w:tbl>
    <w:p w14:paraId="691D6130" w14:textId="77777777" w:rsidR="0085747A" w:rsidRPr="009C54AE" w:rsidRDefault="0085747A" w:rsidP="007A35A3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FCB77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B16537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B8A4217" w14:textId="77777777" w:rsidTr="007A35A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389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C1382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3D9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174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29B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909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39B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28C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EFD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EE0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2210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434579F" w14:textId="77777777" w:rsidTr="007A35A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54CE" w14:textId="2707060A" w:rsidR="00015B8F" w:rsidRPr="009C54AE" w:rsidRDefault="007A35A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044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53C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AC21D" w14:textId="77777777" w:rsidR="00015B8F" w:rsidRPr="009C54AE" w:rsidRDefault="00402A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5C8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8A0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0E1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E15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C247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F0BCB" w14:textId="760EBF43" w:rsidR="00015B8F" w:rsidRPr="009C54AE" w:rsidRDefault="00111E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766A0F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39932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6CFD35B" w14:textId="77777777" w:rsidR="0085747A" w:rsidRPr="009C54AE" w:rsidRDefault="00402A0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✓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DEC11C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725F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C770E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843CE06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C43902C" w14:textId="77777777" w:rsidR="00402A0A" w:rsidRDefault="00402A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6FED99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EDC454" w14:textId="047241FD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E5A28DB" w14:textId="77777777" w:rsidR="007A35A3" w:rsidRPr="009C54AE" w:rsidRDefault="007A35A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E382F7" w14:textId="77777777" w:rsidTr="00745302">
        <w:tc>
          <w:tcPr>
            <w:tcW w:w="9670" w:type="dxa"/>
          </w:tcPr>
          <w:p w14:paraId="2191A1F6" w14:textId="316F214C" w:rsidR="0085747A" w:rsidRPr="009C54AE" w:rsidRDefault="0001737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prawa europejskiego.</w:t>
            </w:r>
          </w:p>
          <w:p w14:paraId="6AFF0CDE" w14:textId="77777777" w:rsidR="0085747A" w:rsidRDefault="00402A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prawa pracy i ubezpieczeń społecznych.</w:t>
            </w:r>
          </w:p>
          <w:p w14:paraId="559D8AD2" w14:textId="2018289B" w:rsidR="00402A0A" w:rsidRPr="009C54AE" w:rsidRDefault="00402A0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</w:t>
            </w:r>
            <w:r w:rsidR="00111E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prawa Unii Europejskiej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E240E0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3BFE23" w14:textId="5DD0BE48" w:rsidR="0085747A" w:rsidRPr="00C05F44" w:rsidRDefault="007A35A3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091506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C5F7B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2BC730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4656127" w14:textId="77777777" w:rsidTr="00ED751D">
        <w:tc>
          <w:tcPr>
            <w:tcW w:w="844" w:type="dxa"/>
            <w:vAlign w:val="center"/>
          </w:tcPr>
          <w:p w14:paraId="2295CE0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80EA1E3" w14:textId="65A07578" w:rsidR="0085747A" w:rsidRPr="009C54AE" w:rsidRDefault="00ED751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Celem przedmiotu jest </w:t>
            </w:r>
            <w:r w:rsidR="002D539B">
              <w:rPr>
                <w:rFonts w:ascii="Corbel" w:hAnsi="Corbel"/>
                <w:b w:val="0"/>
                <w:sz w:val="24"/>
                <w:szCs w:val="24"/>
              </w:rPr>
              <w:t>uzyskanie wiedzy na temat najważniejszych zagadnień z zakresu europejskiego prawa pracy</w:t>
            </w:r>
            <w:r w:rsidR="00A41CE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D751D" w:rsidRPr="009C54AE" w14:paraId="560763F0" w14:textId="77777777" w:rsidTr="00ED751D">
        <w:tc>
          <w:tcPr>
            <w:tcW w:w="844" w:type="dxa"/>
            <w:vAlign w:val="center"/>
          </w:tcPr>
          <w:p w14:paraId="104CC6EC" w14:textId="77777777" w:rsidR="00ED751D" w:rsidRPr="009C54AE" w:rsidRDefault="00ED751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6C781696" w14:textId="19A4F469" w:rsidR="00ED751D" w:rsidRDefault="00A41CE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korzystania z obowiązujących przepisów prawa pracy Unii Europejskiej oraz orzecznictwa Trybunału Sprawiedliwości Unii Europejskiej. </w:t>
            </w:r>
          </w:p>
        </w:tc>
      </w:tr>
    </w:tbl>
    <w:p w14:paraId="7491DA4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70E6A9" w14:textId="5EB642D5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12ECE0F" w14:textId="4BA3BF69" w:rsidR="00A52A4C" w:rsidRDefault="00A52A4C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A52A4C" w:rsidRPr="009C54AE" w14:paraId="7EE8B32A" w14:textId="77777777" w:rsidTr="00A5585D">
        <w:tc>
          <w:tcPr>
            <w:tcW w:w="1680" w:type="dxa"/>
            <w:vAlign w:val="center"/>
          </w:tcPr>
          <w:p w14:paraId="79A8BFD7" w14:textId="77777777" w:rsidR="00A52A4C" w:rsidRPr="009C54AE" w:rsidRDefault="00A52A4C" w:rsidP="00A558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9D4867A" w14:textId="77777777" w:rsidR="00A52A4C" w:rsidRPr="009C54AE" w:rsidRDefault="00A52A4C" w:rsidP="00A558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937DB66" w14:textId="77777777" w:rsidR="00A52A4C" w:rsidRPr="009C54AE" w:rsidRDefault="00A52A4C" w:rsidP="00A558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52A4C" w:rsidRPr="009C54AE" w14:paraId="61F564D1" w14:textId="77777777" w:rsidTr="00A5585D">
        <w:tc>
          <w:tcPr>
            <w:tcW w:w="1680" w:type="dxa"/>
          </w:tcPr>
          <w:p w14:paraId="402E4DAA" w14:textId="77777777" w:rsidR="00A52A4C" w:rsidRPr="009C54AE" w:rsidRDefault="00A52A4C" w:rsidP="00A55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4B6652E4" w14:textId="77777777" w:rsidR="00A52A4C" w:rsidRPr="009C54AE" w:rsidRDefault="00A52A4C" w:rsidP="00A558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pogłębioną i rozszerzoną wiedzę na temat pojęć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i instytucji prawnych.</w:t>
            </w:r>
          </w:p>
        </w:tc>
        <w:tc>
          <w:tcPr>
            <w:tcW w:w="1865" w:type="dxa"/>
          </w:tcPr>
          <w:p w14:paraId="2F86D064" w14:textId="77777777" w:rsidR="00A52A4C" w:rsidRPr="00F0569B" w:rsidRDefault="00A52A4C" w:rsidP="00A55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69B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A52A4C" w:rsidRPr="009C54AE" w14:paraId="4158E029" w14:textId="77777777" w:rsidTr="00A5585D">
        <w:tc>
          <w:tcPr>
            <w:tcW w:w="1680" w:type="dxa"/>
          </w:tcPr>
          <w:p w14:paraId="1E2993A0" w14:textId="77777777" w:rsidR="00A52A4C" w:rsidRPr="009C54AE" w:rsidRDefault="00A52A4C" w:rsidP="00A55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3C11119B" w14:textId="77777777" w:rsidR="00A52A4C" w:rsidRPr="009C54AE" w:rsidRDefault="00A52A4C" w:rsidP="00A558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tworzenia, wykładni i stosowania prawa.</w:t>
            </w:r>
          </w:p>
        </w:tc>
        <w:tc>
          <w:tcPr>
            <w:tcW w:w="1865" w:type="dxa"/>
          </w:tcPr>
          <w:p w14:paraId="75DD2ECA" w14:textId="77777777" w:rsidR="00A52A4C" w:rsidRPr="009C54AE" w:rsidRDefault="00A52A4C" w:rsidP="00A55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K_W04, K_W05</w:t>
            </w:r>
          </w:p>
        </w:tc>
      </w:tr>
      <w:tr w:rsidR="00A52A4C" w:rsidRPr="009C54AE" w14:paraId="1E4B7550" w14:textId="77777777" w:rsidTr="00A5585D">
        <w:tc>
          <w:tcPr>
            <w:tcW w:w="1680" w:type="dxa"/>
          </w:tcPr>
          <w:p w14:paraId="099C6A93" w14:textId="77777777" w:rsidR="00A52A4C" w:rsidRPr="009C54AE" w:rsidRDefault="00A52A4C" w:rsidP="00A55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50B14F89" w14:textId="77777777" w:rsidR="00A52A4C" w:rsidRPr="009C54AE" w:rsidRDefault="00A52A4C" w:rsidP="00A558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prawa oraz hierarchii źródeł prawa.</w:t>
            </w:r>
          </w:p>
        </w:tc>
        <w:tc>
          <w:tcPr>
            <w:tcW w:w="1865" w:type="dxa"/>
          </w:tcPr>
          <w:p w14:paraId="3D451535" w14:textId="77777777" w:rsidR="00A52A4C" w:rsidRPr="009C54AE" w:rsidRDefault="00A52A4C" w:rsidP="00A55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A52A4C" w:rsidRPr="009C54AE" w14:paraId="32ACB0AE" w14:textId="77777777" w:rsidTr="00A5585D">
        <w:tc>
          <w:tcPr>
            <w:tcW w:w="1680" w:type="dxa"/>
          </w:tcPr>
          <w:p w14:paraId="4FE0367C" w14:textId="77777777" w:rsidR="00A52A4C" w:rsidRPr="009C54AE" w:rsidRDefault="00A52A4C" w:rsidP="00A55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67970444" w14:textId="77777777" w:rsidR="00A52A4C" w:rsidRPr="009C54AE" w:rsidRDefault="00A52A4C" w:rsidP="00A558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sprawnie posługiwać się tekstami aktów normatywnych z zakresu europejskiego prawa pracy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i interpretować je z wykorzystaniem języka prawniczego.</w:t>
            </w:r>
          </w:p>
        </w:tc>
        <w:tc>
          <w:tcPr>
            <w:tcW w:w="1865" w:type="dxa"/>
          </w:tcPr>
          <w:p w14:paraId="278BA103" w14:textId="77777777" w:rsidR="00A52A4C" w:rsidRPr="009C54AE" w:rsidRDefault="00A52A4C" w:rsidP="00A55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K_U08, K_K01</w:t>
            </w:r>
          </w:p>
        </w:tc>
      </w:tr>
      <w:tr w:rsidR="00A52A4C" w:rsidRPr="009C54AE" w14:paraId="4FA868A6" w14:textId="77777777" w:rsidTr="00A5585D">
        <w:tc>
          <w:tcPr>
            <w:tcW w:w="1680" w:type="dxa"/>
          </w:tcPr>
          <w:p w14:paraId="2602CCB8" w14:textId="77777777" w:rsidR="00A52A4C" w:rsidRPr="009C54AE" w:rsidRDefault="00A52A4C" w:rsidP="00A55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54746996" w14:textId="77777777" w:rsidR="00A52A4C" w:rsidRPr="009C54AE" w:rsidRDefault="00A52A4C" w:rsidP="00A558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prawidłowo interpretować i wyjaśniać relacje pomiędzy systemem prawnym a innymi systemami normatywnymi. </w:t>
            </w:r>
          </w:p>
        </w:tc>
        <w:tc>
          <w:tcPr>
            <w:tcW w:w="1865" w:type="dxa"/>
          </w:tcPr>
          <w:p w14:paraId="110388EB" w14:textId="77777777" w:rsidR="00A52A4C" w:rsidRPr="009C54AE" w:rsidRDefault="00A52A4C" w:rsidP="00A55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K_U01, K_U02, K_K06</w:t>
            </w:r>
          </w:p>
        </w:tc>
      </w:tr>
      <w:tr w:rsidR="00A52A4C" w:rsidRPr="009C54AE" w14:paraId="0A8A113D" w14:textId="77777777" w:rsidTr="00A5585D">
        <w:tc>
          <w:tcPr>
            <w:tcW w:w="1680" w:type="dxa"/>
          </w:tcPr>
          <w:p w14:paraId="0AC39AE0" w14:textId="77777777" w:rsidR="00A52A4C" w:rsidRPr="009C54AE" w:rsidRDefault="00A52A4C" w:rsidP="00A55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14:paraId="0D192C70" w14:textId="77777777" w:rsidR="00A52A4C" w:rsidRPr="009C54AE" w:rsidRDefault="00A52A4C" w:rsidP="00A558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przyczyny i przebieg procesu stanowienia prawa.</w:t>
            </w:r>
          </w:p>
        </w:tc>
        <w:tc>
          <w:tcPr>
            <w:tcW w:w="1865" w:type="dxa"/>
          </w:tcPr>
          <w:p w14:paraId="19CA8CD9" w14:textId="77777777" w:rsidR="00A52A4C" w:rsidRPr="009C54AE" w:rsidRDefault="00A52A4C" w:rsidP="00A55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K_U04, K_U17</w:t>
            </w:r>
          </w:p>
        </w:tc>
      </w:tr>
      <w:tr w:rsidR="00A52A4C" w:rsidRPr="009C54AE" w14:paraId="52D82E10" w14:textId="77777777" w:rsidTr="00A5585D">
        <w:tc>
          <w:tcPr>
            <w:tcW w:w="1680" w:type="dxa"/>
          </w:tcPr>
          <w:p w14:paraId="6DC411AC" w14:textId="77777777" w:rsidR="00A52A4C" w:rsidRPr="009C54AE" w:rsidRDefault="00A52A4C" w:rsidP="00A55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5" w:type="dxa"/>
          </w:tcPr>
          <w:p w14:paraId="15E6DC63" w14:textId="77777777" w:rsidR="00A52A4C" w:rsidRPr="009C54AE" w:rsidRDefault="00A52A4C" w:rsidP="00A558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formułować własne opinie w odniesieniu do poznanych instytucji prawnych.</w:t>
            </w:r>
          </w:p>
        </w:tc>
        <w:tc>
          <w:tcPr>
            <w:tcW w:w="1865" w:type="dxa"/>
          </w:tcPr>
          <w:p w14:paraId="54A180D4" w14:textId="77777777" w:rsidR="00A52A4C" w:rsidRPr="009C54AE" w:rsidRDefault="00A52A4C" w:rsidP="00A55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K_K05, K_K07</w:t>
            </w:r>
          </w:p>
        </w:tc>
      </w:tr>
      <w:tr w:rsidR="00A52A4C" w:rsidRPr="009C54AE" w14:paraId="499A6466" w14:textId="77777777" w:rsidTr="00A5585D">
        <w:tc>
          <w:tcPr>
            <w:tcW w:w="1680" w:type="dxa"/>
          </w:tcPr>
          <w:p w14:paraId="4A6C0EFA" w14:textId="77777777" w:rsidR="00A52A4C" w:rsidRDefault="00A52A4C" w:rsidP="00A55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5" w:type="dxa"/>
          </w:tcPr>
          <w:p w14:paraId="2E876DA1" w14:textId="77777777" w:rsidR="00A52A4C" w:rsidRDefault="00A52A4C" w:rsidP="00A558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A4724">
              <w:rPr>
                <w:rFonts w:ascii="Corbel" w:hAnsi="Corbel"/>
                <w:b w:val="0"/>
                <w:smallCaps w:val="0"/>
                <w:szCs w:val="24"/>
              </w:rPr>
              <w:t>Potrafi dokonać subsumcji określonego stanu faktycznego do normy lub norm prawnych</w:t>
            </w:r>
          </w:p>
        </w:tc>
        <w:tc>
          <w:tcPr>
            <w:tcW w:w="1865" w:type="dxa"/>
          </w:tcPr>
          <w:p w14:paraId="1C85870B" w14:textId="77777777" w:rsidR="00A52A4C" w:rsidRDefault="00A52A4C" w:rsidP="00A55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A52A4C" w:rsidRPr="009C54AE" w14:paraId="72CC2D1D" w14:textId="77777777" w:rsidTr="00A5585D">
        <w:tc>
          <w:tcPr>
            <w:tcW w:w="1680" w:type="dxa"/>
          </w:tcPr>
          <w:p w14:paraId="430A67C2" w14:textId="77777777" w:rsidR="00A52A4C" w:rsidRDefault="00A52A4C" w:rsidP="00A55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5" w:type="dxa"/>
          </w:tcPr>
          <w:p w14:paraId="013B5AFE" w14:textId="77777777" w:rsidR="00A52A4C" w:rsidRPr="00DA4724" w:rsidRDefault="00A52A4C" w:rsidP="00A558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7508C">
              <w:rPr>
                <w:rFonts w:ascii="Corbel" w:hAnsi="Corbel"/>
                <w:b w:val="0"/>
                <w:smallCaps w:val="0"/>
                <w:szCs w:val="24"/>
              </w:rPr>
              <w:t>Szanuje różne poglądy i postawy</w:t>
            </w:r>
          </w:p>
        </w:tc>
        <w:tc>
          <w:tcPr>
            <w:tcW w:w="1865" w:type="dxa"/>
          </w:tcPr>
          <w:p w14:paraId="5D1E69C2" w14:textId="77777777" w:rsidR="00A52A4C" w:rsidRDefault="00A52A4C" w:rsidP="00A55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63F2EE31" w14:textId="77777777" w:rsidR="00A52A4C" w:rsidRPr="009C54AE" w:rsidRDefault="00A52A4C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784DB2D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396E7C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F47381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A3F2F3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F7B2CE" w14:textId="77777777" w:rsidTr="007A35A3">
        <w:tc>
          <w:tcPr>
            <w:tcW w:w="9520" w:type="dxa"/>
          </w:tcPr>
          <w:p w14:paraId="3503CDB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DD83A96" w14:textId="77777777" w:rsidTr="007A35A3">
        <w:tc>
          <w:tcPr>
            <w:tcW w:w="9520" w:type="dxa"/>
          </w:tcPr>
          <w:p w14:paraId="5293740F" w14:textId="3035D1FE" w:rsidR="0085747A" w:rsidRPr="009C54AE" w:rsidRDefault="007A35A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645B8C0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1887B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31C66A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77CDAC" w14:textId="77777777" w:rsidTr="00923D7D">
        <w:tc>
          <w:tcPr>
            <w:tcW w:w="9639" w:type="dxa"/>
          </w:tcPr>
          <w:p w14:paraId="239A09D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C29B32F" w14:textId="77777777" w:rsidTr="00923D7D">
        <w:tc>
          <w:tcPr>
            <w:tcW w:w="9639" w:type="dxa"/>
          </w:tcPr>
          <w:p w14:paraId="7A1A4082" w14:textId="51782098" w:rsidR="0085747A" w:rsidRPr="009C54AE" w:rsidRDefault="00756B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</w:t>
            </w:r>
            <w:r w:rsidR="000C2394">
              <w:rPr>
                <w:rFonts w:ascii="Corbel" w:hAnsi="Corbel"/>
                <w:sz w:val="24"/>
                <w:szCs w:val="24"/>
              </w:rPr>
              <w:t>ł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0C2394">
              <w:rPr>
                <w:rFonts w:ascii="Corbel" w:hAnsi="Corbel"/>
                <w:sz w:val="24"/>
                <w:szCs w:val="24"/>
              </w:rPr>
              <w:t xml:space="preserve"> europejskiego prawa pracy. </w:t>
            </w:r>
          </w:p>
        </w:tc>
      </w:tr>
      <w:tr w:rsidR="0085747A" w:rsidRPr="009C54AE" w14:paraId="1CCC4C24" w14:textId="77777777" w:rsidTr="00923D7D">
        <w:tc>
          <w:tcPr>
            <w:tcW w:w="9639" w:type="dxa"/>
          </w:tcPr>
          <w:p w14:paraId="46CC0AEF" w14:textId="56C18EF9" w:rsidR="0085747A" w:rsidRPr="009C54AE" w:rsidRDefault="00756B38" w:rsidP="00756B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Problematyka</w:t>
            </w:r>
            <w:r w:rsidR="00E72547">
              <w:rPr>
                <w:rFonts w:ascii="Corbel" w:hAnsi="Corbel"/>
                <w:sz w:val="24"/>
                <w:szCs w:val="24"/>
              </w:rPr>
              <w:t xml:space="preserve"> zakresu podmiotowego europejskiego prawa pracy (pojęcie pracownika). </w:t>
            </w:r>
          </w:p>
        </w:tc>
      </w:tr>
      <w:tr w:rsidR="0085747A" w:rsidRPr="009C54AE" w14:paraId="47BF5B1E" w14:textId="77777777" w:rsidTr="00923D7D">
        <w:tc>
          <w:tcPr>
            <w:tcW w:w="9639" w:type="dxa"/>
          </w:tcPr>
          <w:p w14:paraId="6491C855" w14:textId="48700744" w:rsidR="0085747A" w:rsidRPr="009C54AE" w:rsidRDefault="00756B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Zasada</w:t>
            </w:r>
            <w:r w:rsidR="000C2394">
              <w:rPr>
                <w:rFonts w:ascii="Corbel" w:hAnsi="Corbel"/>
                <w:sz w:val="24"/>
                <w:szCs w:val="24"/>
              </w:rPr>
              <w:t xml:space="preserve"> swobody przepływu pracowników. </w:t>
            </w:r>
          </w:p>
        </w:tc>
      </w:tr>
      <w:tr w:rsidR="00711B27" w:rsidRPr="009C54AE" w14:paraId="01D167E8" w14:textId="77777777" w:rsidTr="00923D7D">
        <w:tc>
          <w:tcPr>
            <w:tcW w:w="9639" w:type="dxa"/>
          </w:tcPr>
          <w:p w14:paraId="13175981" w14:textId="5ECE8D10" w:rsidR="00711B27" w:rsidRDefault="00756B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Instytucja</w:t>
            </w:r>
            <w:r w:rsidR="000C2394">
              <w:rPr>
                <w:rFonts w:ascii="Corbel" w:hAnsi="Corbel"/>
                <w:sz w:val="24"/>
                <w:szCs w:val="24"/>
              </w:rPr>
              <w:t xml:space="preserve"> delegowania pracowników w ramach swobody świadczenia usług.</w:t>
            </w:r>
          </w:p>
        </w:tc>
      </w:tr>
      <w:tr w:rsidR="00711B27" w:rsidRPr="009C54AE" w14:paraId="68D163C4" w14:textId="77777777" w:rsidTr="00923D7D">
        <w:tc>
          <w:tcPr>
            <w:tcW w:w="9639" w:type="dxa"/>
          </w:tcPr>
          <w:p w14:paraId="598BF20B" w14:textId="5B244D47" w:rsidR="00711B27" w:rsidRDefault="00756B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Zasada</w:t>
            </w:r>
            <w:r w:rsidR="00D05AFE">
              <w:rPr>
                <w:rFonts w:ascii="Corbel" w:hAnsi="Corbel"/>
                <w:sz w:val="24"/>
                <w:szCs w:val="24"/>
              </w:rPr>
              <w:t xml:space="preserve"> równego traktowania i niedyskryminacji</w:t>
            </w:r>
            <w:r w:rsidR="00E72547">
              <w:rPr>
                <w:rFonts w:ascii="Corbel" w:hAnsi="Corbel"/>
                <w:sz w:val="24"/>
                <w:szCs w:val="24"/>
              </w:rPr>
              <w:t xml:space="preserve"> w stosunkach pracy. </w:t>
            </w:r>
          </w:p>
        </w:tc>
      </w:tr>
      <w:tr w:rsidR="00711B27" w:rsidRPr="009C54AE" w14:paraId="01389B0E" w14:textId="77777777" w:rsidTr="00923D7D">
        <w:tc>
          <w:tcPr>
            <w:tcW w:w="9639" w:type="dxa"/>
          </w:tcPr>
          <w:p w14:paraId="43ED49E4" w14:textId="22D71635" w:rsidR="00711B27" w:rsidRDefault="00756B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E72547">
              <w:rPr>
                <w:rFonts w:ascii="Corbel" w:hAnsi="Corbel"/>
                <w:sz w:val="24"/>
                <w:szCs w:val="24"/>
              </w:rPr>
              <w:t>yrektyw</w:t>
            </w:r>
            <w:r>
              <w:rPr>
                <w:rFonts w:ascii="Corbel" w:hAnsi="Corbel"/>
                <w:sz w:val="24"/>
                <w:szCs w:val="24"/>
              </w:rPr>
              <w:t>a dotycząca</w:t>
            </w:r>
            <w:r w:rsidR="00E72547">
              <w:rPr>
                <w:rFonts w:ascii="Corbel" w:hAnsi="Corbel"/>
                <w:sz w:val="24"/>
                <w:szCs w:val="24"/>
              </w:rPr>
              <w:t xml:space="preserve"> zatrudnienia nietypowego (zatrudnienie przez agencje pracy tymczasowej, praca na czas określony, praca w niepełnym wymiarze godzin, telepraca)</w:t>
            </w:r>
          </w:p>
        </w:tc>
      </w:tr>
      <w:tr w:rsidR="00711B27" w:rsidRPr="009C54AE" w14:paraId="0640D9C6" w14:textId="77777777" w:rsidTr="00923D7D">
        <w:tc>
          <w:tcPr>
            <w:tcW w:w="9639" w:type="dxa"/>
          </w:tcPr>
          <w:p w14:paraId="73A118C9" w14:textId="7FE74BB5" w:rsidR="00711B27" w:rsidRDefault="00756B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Problematyka</w:t>
            </w:r>
            <w:r w:rsidR="00E72547">
              <w:rPr>
                <w:rFonts w:ascii="Corbel" w:hAnsi="Corbel"/>
                <w:sz w:val="24"/>
                <w:szCs w:val="24"/>
              </w:rPr>
              <w:t xml:space="preserve"> równowagi między czasem pracy a czasem prywatnym pracowników.</w:t>
            </w:r>
          </w:p>
        </w:tc>
      </w:tr>
      <w:tr w:rsidR="00711B27" w:rsidRPr="009C54AE" w14:paraId="754139DD" w14:textId="77777777" w:rsidTr="00923D7D">
        <w:tc>
          <w:tcPr>
            <w:tcW w:w="9639" w:type="dxa"/>
          </w:tcPr>
          <w:p w14:paraId="00EF3E9A" w14:textId="372F92BB" w:rsidR="00711B27" w:rsidRDefault="00756B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E72547">
              <w:rPr>
                <w:rFonts w:ascii="Corbel" w:hAnsi="Corbel"/>
                <w:sz w:val="24"/>
                <w:szCs w:val="24"/>
              </w:rPr>
              <w:t xml:space="preserve">chrony rodzicielstwa. </w:t>
            </w:r>
          </w:p>
        </w:tc>
      </w:tr>
      <w:tr w:rsidR="00777156" w:rsidRPr="009C54AE" w14:paraId="0E0D28D3" w14:textId="77777777" w:rsidTr="00923D7D">
        <w:tc>
          <w:tcPr>
            <w:tcW w:w="9639" w:type="dxa"/>
          </w:tcPr>
          <w:p w14:paraId="6255BBA9" w14:textId="1611620A" w:rsidR="00777156" w:rsidRDefault="00756B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Czas</w:t>
            </w:r>
            <w:r w:rsidR="00E72547">
              <w:rPr>
                <w:rFonts w:ascii="Corbel" w:hAnsi="Corbel"/>
                <w:sz w:val="24"/>
                <w:szCs w:val="24"/>
              </w:rPr>
              <w:t xml:space="preserve"> pracy. </w:t>
            </w:r>
          </w:p>
        </w:tc>
      </w:tr>
    </w:tbl>
    <w:p w14:paraId="29E3E5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F1819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A064A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FCD803" w14:textId="77777777" w:rsidR="00E960BB" w:rsidRDefault="00E3589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Analiza aktów normatywnych, </w:t>
      </w:r>
      <w:r w:rsidR="00DA658D">
        <w:rPr>
          <w:rFonts w:ascii="Corbel" w:hAnsi="Corbel"/>
          <w:smallCaps w:val="0"/>
          <w:szCs w:val="24"/>
        </w:rPr>
        <w:t xml:space="preserve">dyskusja, praca w grupach, przygotowanie projektu aktu prawnego. </w:t>
      </w:r>
    </w:p>
    <w:p w14:paraId="71F7A54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3BCEA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374D14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8DC2D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077E2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4FAB15D" w14:textId="77777777" w:rsidTr="00EA52AE">
        <w:tc>
          <w:tcPr>
            <w:tcW w:w="1962" w:type="dxa"/>
            <w:vAlign w:val="center"/>
          </w:tcPr>
          <w:p w14:paraId="0231B96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8A19F6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B6DBC4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BDC58D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4A005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D2F366C" w14:textId="77777777" w:rsidTr="00EA52AE">
        <w:tc>
          <w:tcPr>
            <w:tcW w:w="1962" w:type="dxa"/>
          </w:tcPr>
          <w:p w14:paraId="40730E62" w14:textId="3FAEC298" w:rsidR="0085747A" w:rsidRPr="009C54AE" w:rsidRDefault="00151F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  <w:r w:rsidR="00EA52AE">
              <w:rPr>
                <w:rFonts w:ascii="Corbel" w:hAnsi="Corbel"/>
                <w:b w:val="0"/>
                <w:szCs w:val="24"/>
              </w:rPr>
              <w:t>-</w:t>
            </w:r>
            <w:r>
              <w:rPr>
                <w:rFonts w:ascii="Corbel" w:hAnsi="Corbel"/>
                <w:b w:val="0"/>
                <w:szCs w:val="24"/>
              </w:rPr>
              <w:t>EK_0</w:t>
            </w:r>
            <w:r w:rsidR="00A52A4C"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441" w:type="dxa"/>
          </w:tcPr>
          <w:p w14:paraId="18FB9807" w14:textId="494F742A" w:rsidR="0085747A" w:rsidRPr="00EA52AE" w:rsidRDefault="00EA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dyskusja, obserwacja w trakcie zajęć</w:t>
            </w:r>
            <w:r w:rsidR="00487F98">
              <w:rPr>
                <w:rFonts w:ascii="Corbel" w:hAnsi="Corbel"/>
                <w:b w:val="0"/>
                <w:szCs w:val="24"/>
              </w:rPr>
              <w:t>, praca zaliczeniowa</w:t>
            </w:r>
          </w:p>
        </w:tc>
        <w:tc>
          <w:tcPr>
            <w:tcW w:w="2117" w:type="dxa"/>
          </w:tcPr>
          <w:p w14:paraId="0703F088" w14:textId="7673E1CD" w:rsidR="0085747A" w:rsidRPr="009C54AE" w:rsidRDefault="00487F9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0927CB64" w14:textId="77777777" w:rsidR="00EA52AE" w:rsidRDefault="00EA52AE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FF0000"/>
          <w:szCs w:val="24"/>
        </w:rPr>
      </w:pPr>
    </w:p>
    <w:p w14:paraId="1273EE66" w14:textId="305D5F8F" w:rsidR="0085747A" w:rsidRPr="00EA52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EA52AE">
        <w:rPr>
          <w:rFonts w:ascii="Corbel" w:hAnsi="Corbel"/>
          <w:smallCaps w:val="0"/>
          <w:color w:val="000000" w:themeColor="text1"/>
          <w:szCs w:val="24"/>
        </w:rPr>
        <w:t xml:space="preserve">4.2 </w:t>
      </w:r>
      <w:r w:rsidR="0085747A" w:rsidRPr="00EA52AE">
        <w:rPr>
          <w:rFonts w:ascii="Corbel" w:hAnsi="Corbel"/>
          <w:smallCaps w:val="0"/>
          <w:color w:val="000000" w:themeColor="text1"/>
          <w:szCs w:val="24"/>
        </w:rPr>
        <w:t>Warunki zaliczenia przedmiotu (kryteria oceniania)</w:t>
      </w:r>
      <w:r w:rsidR="00923D7D" w:rsidRPr="00EA52AE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14:paraId="048D83F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478CB5" w14:textId="77777777" w:rsidTr="00923D7D">
        <w:tc>
          <w:tcPr>
            <w:tcW w:w="9670" w:type="dxa"/>
          </w:tcPr>
          <w:p w14:paraId="440D5EF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000422E" w14:textId="0F7FA434" w:rsidR="00923D7D" w:rsidRPr="009C54AE" w:rsidRDefault="00EA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z oceną: ustalenie oceny zaliczeniowej na podstawie ocen cząstkowych uzyskanych z pisemnego sprawdzenia wiedzy oraz aktywności studenta w trakcie </w:t>
            </w:r>
            <w:r w:rsidR="00487F98">
              <w:rPr>
                <w:rFonts w:ascii="Corbel" w:hAnsi="Corbel"/>
                <w:b w:val="0"/>
                <w:smallCaps w:val="0"/>
                <w:szCs w:val="24"/>
              </w:rPr>
              <w:t>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4F7B78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9EDC2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3C9B8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D26ED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320C8F0" w14:textId="77777777" w:rsidTr="003E1941">
        <w:tc>
          <w:tcPr>
            <w:tcW w:w="4962" w:type="dxa"/>
            <w:vAlign w:val="center"/>
          </w:tcPr>
          <w:p w14:paraId="1977B2E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017FB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CBB387D" w14:textId="77777777" w:rsidTr="00923D7D">
        <w:tc>
          <w:tcPr>
            <w:tcW w:w="4962" w:type="dxa"/>
          </w:tcPr>
          <w:p w14:paraId="2BC98C2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E11D23C" w14:textId="77777777" w:rsidR="0085747A" w:rsidRPr="009C54AE" w:rsidRDefault="00F0569B" w:rsidP="00F056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h</w:t>
            </w:r>
          </w:p>
        </w:tc>
      </w:tr>
      <w:tr w:rsidR="00C61DC5" w:rsidRPr="009C54AE" w14:paraId="3329B10F" w14:textId="77777777" w:rsidTr="00923D7D">
        <w:tc>
          <w:tcPr>
            <w:tcW w:w="4962" w:type="dxa"/>
          </w:tcPr>
          <w:p w14:paraId="7572F47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18758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360C9C8" w14:textId="77777777" w:rsidR="00C61DC5" w:rsidRPr="009C54AE" w:rsidRDefault="00F0569B" w:rsidP="00F056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h</w:t>
            </w:r>
          </w:p>
        </w:tc>
      </w:tr>
      <w:tr w:rsidR="00C61DC5" w:rsidRPr="009C54AE" w14:paraId="0A41C217" w14:textId="77777777" w:rsidTr="00923D7D">
        <w:tc>
          <w:tcPr>
            <w:tcW w:w="4962" w:type="dxa"/>
          </w:tcPr>
          <w:p w14:paraId="617A572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D6E50A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C19F10F" w14:textId="5E5265F5" w:rsidR="00C61DC5" w:rsidRPr="009C54AE" w:rsidRDefault="00151FF2" w:rsidP="00F056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  <w:r w:rsidR="00F0569B">
              <w:rPr>
                <w:rFonts w:ascii="Corbel" w:hAnsi="Corbel"/>
                <w:sz w:val="24"/>
                <w:szCs w:val="24"/>
              </w:rPr>
              <w:t xml:space="preserve"> h</w:t>
            </w:r>
          </w:p>
        </w:tc>
      </w:tr>
      <w:tr w:rsidR="0085747A" w:rsidRPr="009C54AE" w14:paraId="7E825A0D" w14:textId="77777777" w:rsidTr="00923D7D">
        <w:tc>
          <w:tcPr>
            <w:tcW w:w="4962" w:type="dxa"/>
          </w:tcPr>
          <w:p w14:paraId="17BFA6B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E6BF427" w14:textId="2FA1ACFC" w:rsidR="0085747A" w:rsidRPr="009C54AE" w:rsidRDefault="00151FF2" w:rsidP="00F056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487F98">
              <w:rPr>
                <w:rFonts w:ascii="Corbel" w:hAnsi="Corbel"/>
                <w:sz w:val="24"/>
                <w:szCs w:val="24"/>
              </w:rPr>
              <w:t>0</w:t>
            </w:r>
            <w:r w:rsidR="00F0569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4FA96497" w14:textId="77777777" w:rsidTr="00923D7D">
        <w:tc>
          <w:tcPr>
            <w:tcW w:w="4962" w:type="dxa"/>
          </w:tcPr>
          <w:p w14:paraId="69C5956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C01E48A" w14:textId="199E3617" w:rsidR="0085747A" w:rsidRPr="009C54AE" w:rsidRDefault="00487F98" w:rsidP="00F056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F0569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3084C24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01D29C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2B5073" w14:textId="77777777" w:rsidR="007A35A3" w:rsidRDefault="007A35A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9D996C9" w14:textId="6DBA3B91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bookmarkStart w:id="0" w:name="_GoBack"/>
      <w:bookmarkEnd w:id="0"/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B7A537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F0D8E31" w14:textId="77777777" w:rsidTr="0071620A">
        <w:trPr>
          <w:trHeight w:val="397"/>
        </w:trPr>
        <w:tc>
          <w:tcPr>
            <w:tcW w:w="3544" w:type="dxa"/>
          </w:tcPr>
          <w:p w14:paraId="3EE1E4A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B0D0F36" w14:textId="56F8D001" w:rsidR="0085747A" w:rsidRPr="009C54AE" w:rsidRDefault="007A35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7D651AD3" w14:textId="77777777" w:rsidTr="0071620A">
        <w:trPr>
          <w:trHeight w:val="397"/>
        </w:trPr>
        <w:tc>
          <w:tcPr>
            <w:tcW w:w="3544" w:type="dxa"/>
          </w:tcPr>
          <w:p w14:paraId="0614C6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60232D6" w14:textId="19AC4137" w:rsidR="0085747A" w:rsidRPr="009C54AE" w:rsidRDefault="007A35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AC2FDC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8D743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AFFDB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487F98" w14:paraId="5CA347AC" w14:textId="77777777" w:rsidTr="0071620A">
        <w:trPr>
          <w:trHeight w:val="397"/>
        </w:trPr>
        <w:tc>
          <w:tcPr>
            <w:tcW w:w="7513" w:type="dxa"/>
          </w:tcPr>
          <w:p w14:paraId="7C06A778" w14:textId="27EA8BFB" w:rsidR="00F0569B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B7AB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C08D8F3" w14:textId="77777777" w:rsidR="00DB7AB8" w:rsidRPr="00DB7AB8" w:rsidRDefault="00DB7AB8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14:paraId="70F68014" w14:textId="7D146593" w:rsidR="00F0569B" w:rsidRPr="001B59B6" w:rsidRDefault="00F0569B" w:rsidP="00F0569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Ludwik Florek </w:t>
            </w:r>
            <w:r w:rsidR="00487F98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Europejskie prawo pracy, Warszawa 2012.</w:t>
            </w:r>
          </w:p>
          <w:p w14:paraId="1C6B54DC" w14:textId="6FF3E6F5" w:rsidR="00191685" w:rsidRPr="00487F98" w:rsidRDefault="00487F98" w:rsidP="00487F98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87F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A.M. Świątkowski, Prawo prac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 Unii Europejskiej,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C.H.Beck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2012.</w:t>
            </w:r>
          </w:p>
        </w:tc>
      </w:tr>
      <w:tr w:rsidR="0085747A" w:rsidRPr="00A52A4C" w14:paraId="6E197557" w14:textId="77777777" w:rsidTr="0071620A">
        <w:trPr>
          <w:trHeight w:val="397"/>
        </w:trPr>
        <w:tc>
          <w:tcPr>
            <w:tcW w:w="7513" w:type="dxa"/>
          </w:tcPr>
          <w:p w14:paraId="7F0183D2" w14:textId="77777777" w:rsidR="0085747A" w:rsidRPr="00DB7AB8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  <w:lang w:val="en-US"/>
              </w:rPr>
            </w:pPr>
            <w:proofErr w:type="spellStart"/>
            <w:r w:rsidRPr="00DB7AB8">
              <w:rPr>
                <w:rFonts w:ascii="Corbel" w:hAnsi="Corbel"/>
                <w:smallCaps w:val="0"/>
                <w:szCs w:val="24"/>
                <w:lang w:val="en-US"/>
              </w:rPr>
              <w:t>Literatura</w:t>
            </w:r>
            <w:proofErr w:type="spellEnd"/>
            <w:r w:rsidRPr="00DB7AB8">
              <w:rPr>
                <w:rFonts w:ascii="Corbel" w:hAnsi="Corbel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DB7AB8">
              <w:rPr>
                <w:rFonts w:ascii="Corbel" w:hAnsi="Corbel"/>
                <w:smallCaps w:val="0"/>
                <w:szCs w:val="24"/>
                <w:lang w:val="en-US"/>
              </w:rPr>
              <w:t>uzupełniająca</w:t>
            </w:r>
            <w:proofErr w:type="spellEnd"/>
            <w:r w:rsidRPr="00DB7AB8">
              <w:rPr>
                <w:rFonts w:ascii="Corbel" w:hAnsi="Corbel"/>
                <w:smallCaps w:val="0"/>
                <w:szCs w:val="24"/>
                <w:lang w:val="en-US"/>
              </w:rPr>
              <w:t xml:space="preserve">: </w:t>
            </w:r>
          </w:p>
          <w:p w14:paraId="782B1688" w14:textId="77777777" w:rsidR="00F0569B" w:rsidRPr="00487F98" w:rsidRDefault="00F056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</w:p>
          <w:p w14:paraId="6AA521BA" w14:textId="29E36D3B" w:rsidR="00F0569B" w:rsidRPr="00487F98" w:rsidRDefault="00487F98" w:rsidP="00487F9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</w:pPr>
            <w:r w:rsidRPr="00487F98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B. </w:t>
            </w:r>
            <w:proofErr w:type="spellStart"/>
            <w:r w:rsidRPr="00487F98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Bercusson</w:t>
            </w:r>
            <w:proofErr w:type="spellEnd"/>
            <w:r w:rsidRPr="00487F98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European </w:t>
            </w:r>
            <w:proofErr w:type="spellStart"/>
            <w:r w:rsidRPr="00487F98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Labour</w:t>
            </w:r>
            <w:proofErr w:type="spellEnd"/>
            <w:r w:rsidRPr="00487F98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Law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Cambridge University Press 2012.</w:t>
            </w:r>
          </w:p>
          <w:p w14:paraId="7B1CBFBF" w14:textId="77777777" w:rsidR="00487F98" w:rsidRPr="00D3333C" w:rsidRDefault="00487F98" w:rsidP="00487F9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487F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487F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Derlacz</w:t>
            </w:r>
            <w:proofErr w:type="spellEnd"/>
            <w:r w:rsidRPr="00487F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-Wawrowska, </w:t>
            </w:r>
            <w:proofErr w:type="spellStart"/>
            <w:r w:rsidRPr="00487F98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M.L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atos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-Miłkowska,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M.Wujczyk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Kodeks pracy. Komentarz w perspektywie europejskiej i 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międzynardowej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="00D333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Lex/el. 2014.</w:t>
            </w:r>
          </w:p>
          <w:p w14:paraId="2447B5E2" w14:textId="47A8097C" w:rsidR="00D3333C" w:rsidRPr="00D3333C" w:rsidRDefault="00D3333C" w:rsidP="00487F9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D333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A.Ludera-Ruszel</w:t>
            </w:r>
            <w:proofErr w:type="spellEnd"/>
            <w:r w:rsidRPr="00D333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, J. </w:t>
            </w:r>
            <w:proofErr w:type="spellStart"/>
            <w:r w:rsidRPr="00D333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Wratny</w:t>
            </w:r>
            <w:proofErr w:type="spellEnd"/>
            <w:r w:rsidRPr="00D3333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(eds.), New Forms of 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mployment. Current Problems and Fut</w:t>
            </w:r>
            <w:r w:rsidR="00ED766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ure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Challenges, Springer VS 2020. </w:t>
            </w:r>
          </w:p>
        </w:tc>
      </w:tr>
    </w:tbl>
    <w:p w14:paraId="61B78D6E" w14:textId="77777777" w:rsidR="0085747A" w:rsidRPr="00D3333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59B9947E" w14:textId="77777777" w:rsidR="0085747A" w:rsidRPr="00D3333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3F82965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3B1D2A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5FBA44" w14:textId="77777777" w:rsidR="006D3A56" w:rsidRDefault="006D3A56" w:rsidP="00C16ABF">
      <w:pPr>
        <w:spacing w:after="0" w:line="240" w:lineRule="auto"/>
      </w:pPr>
      <w:r>
        <w:separator/>
      </w:r>
    </w:p>
  </w:endnote>
  <w:endnote w:type="continuationSeparator" w:id="0">
    <w:p w14:paraId="48A012E3" w14:textId="77777777" w:rsidR="006D3A56" w:rsidRDefault="006D3A5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C906F9" w14:textId="77777777" w:rsidR="006D3A56" w:rsidRDefault="006D3A56" w:rsidP="00C16ABF">
      <w:pPr>
        <w:spacing w:after="0" w:line="240" w:lineRule="auto"/>
      </w:pPr>
      <w:r>
        <w:separator/>
      </w:r>
    </w:p>
  </w:footnote>
  <w:footnote w:type="continuationSeparator" w:id="0">
    <w:p w14:paraId="1BAC7D01" w14:textId="77777777" w:rsidR="006D3A56" w:rsidRDefault="006D3A56" w:rsidP="00C16ABF">
      <w:pPr>
        <w:spacing w:after="0" w:line="240" w:lineRule="auto"/>
      </w:pPr>
      <w:r>
        <w:continuationSeparator/>
      </w:r>
    </w:p>
  </w:footnote>
  <w:footnote w:id="1">
    <w:p w14:paraId="1DEB9D96" w14:textId="77777777" w:rsidR="00A52A4C" w:rsidRDefault="00A52A4C" w:rsidP="00A52A4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A64B6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437183"/>
    <w:multiLevelType w:val="hybridMultilevel"/>
    <w:tmpl w:val="9858F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C0E8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5CF"/>
    <w:rsid w:val="000048FD"/>
    <w:rsid w:val="000077B4"/>
    <w:rsid w:val="00015B8F"/>
    <w:rsid w:val="00017373"/>
    <w:rsid w:val="00022ECE"/>
    <w:rsid w:val="00042A51"/>
    <w:rsid w:val="00042D2E"/>
    <w:rsid w:val="00044C82"/>
    <w:rsid w:val="00070ED6"/>
    <w:rsid w:val="000742DC"/>
    <w:rsid w:val="00084C12"/>
    <w:rsid w:val="00091EB7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394"/>
    <w:rsid w:val="000D04B0"/>
    <w:rsid w:val="000F1C57"/>
    <w:rsid w:val="000F5615"/>
    <w:rsid w:val="00111E8F"/>
    <w:rsid w:val="00117CE1"/>
    <w:rsid w:val="00124BFF"/>
    <w:rsid w:val="0012560E"/>
    <w:rsid w:val="00127108"/>
    <w:rsid w:val="00134B13"/>
    <w:rsid w:val="00146BC0"/>
    <w:rsid w:val="00151FF2"/>
    <w:rsid w:val="00153C41"/>
    <w:rsid w:val="00154381"/>
    <w:rsid w:val="001640A7"/>
    <w:rsid w:val="00164FA7"/>
    <w:rsid w:val="00166A03"/>
    <w:rsid w:val="001718A7"/>
    <w:rsid w:val="001737CF"/>
    <w:rsid w:val="00176083"/>
    <w:rsid w:val="00191685"/>
    <w:rsid w:val="00192F37"/>
    <w:rsid w:val="001A70D2"/>
    <w:rsid w:val="001D657B"/>
    <w:rsid w:val="001D7B54"/>
    <w:rsid w:val="001E0209"/>
    <w:rsid w:val="001F1BD1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103A"/>
    <w:rsid w:val="002B4D55"/>
    <w:rsid w:val="002B5EA0"/>
    <w:rsid w:val="002B6119"/>
    <w:rsid w:val="002C1F06"/>
    <w:rsid w:val="002D3375"/>
    <w:rsid w:val="002D539B"/>
    <w:rsid w:val="002D73D4"/>
    <w:rsid w:val="002E2E65"/>
    <w:rsid w:val="002E3793"/>
    <w:rsid w:val="002F02A3"/>
    <w:rsid w:val="002F4ABE"/>
    <w:rsid w:val="003018BA"/>
    <w:rsid w:val="0030395F"/>
    <w:rsid w:val="00305C92"/>
    <w:rsid w:val="003151C5"/>
    <w:rsid w:val="003343CF"/>
    <w:rsid w:val="00346511"/>
    <w:rsid w:val="00346FE9"/>
    <w:rsid w:val="0034759A"/>
    <w:rsid w:val="003503F6"/>
    <w:rsid w:val="003530DD"/>
    <w:rsid w:val="00363F78"/>
    <w:rsid w:val="003A0A5B"/>
    <w:rsid w:val="003A1176"/>
    <w:rsid w:val="003B1D2A"/>
    <w:rsid w:val="003C0BAE"/>
    <w:rsid w:val="003D18A9"/>
    <w:rsid w:val="003D3AB9"/>
    <w:rsid w:val="003D6CE2"/>
    <w:rsid w:val="003E1941"/>
    <w:rsid w:val="003E2FE6"/>
    <w:rsid w:val="003E49D5"/>
    <w:rsid w:val="003F205D"/>
    <w:rsid w:val="003F2999"/>
    <w:rsid w:val="003F38C0"/>
    <w:rsid w:val="00402A0A"/>
    <w:rsid w:val="004135C8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F98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1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8F3"/>
    <w:rsid w:val="00650C5F"/>
    <w:rsid w:val="00654934"/>
    <w:rsid w:val="006620D9"/>
    <w:rsid w:val="00671958"/>
    <w:rsid w:val="00675843"/>
    <w:rsid w:val="00696477"/>
    <w:rsid w:val="006D050F"/>
    <w:rsid w:val="006D3A56"/>
    <w:rsid w:val="006D6139"/>
    <w:rsid w:val="006E5D65"/>
    <w:rsid w:val="006F1282"/>
    <w:rsid w:val="006F1FBC"/>
    <w:rsid w:val="006F31E2"/>
    <w:rsid w:val="00701D6C"/>
    <w:rsid w:val="00706544"/>
    <w:rsid w:val="007072BA"/>
    <w:rsid w:val="00711B27"/>
    <w:rsid w:val="0071620A"/>
    <w:rsid w:val="0072341F"/>
    <w:rsid w:val="00724677"/>
    <w:rsid w:val="00725459"/>
    <w:rsid w:val="00731D09"/>
    <w:rsid w:val="007327BD"/>
    <w:rsid w:val="00734608"/>
    <w:rsid w:val="00745302"/>
    <w:rsid w:val="007461D6"/>
    <w:rsid w:val="00746EC8"/>
    <w:rsid w:val="00752D1D"/>
    <w:rsid w:val="00756B38"/>
    <w:rsid w:val="00763BF1"/>
    <w:rsid w:val="00766FD4"/>
    <w:rsid w:val="00777156"/>
    <w:rsid w:val="0078168C"/>
    <w:rsid w:val="00787C2A"/>
    <w:rsid w:val="00790E27"/>
    <w:rsid w:val="007A35A3"/>
    <w:rsid w:val="007A4022"/>
    <w:rsid w:val="007A6E6E"/>
    <w:rsid w:val="007C3299"/>
    <w:rsid w:val="007C3BCC"/>
    <w:rsid w:val="007C4546"/>
    <w:rsid w:val="007D6E56"/>
    <w:rsid w:val="007F4155"/>
    <w:rsid w:val="007F6CF1"/>
    <w:rsid w:val="0081554D"/>
    <w:rsid w:val="0081707E"/>
    <w:rsid w:val="008449B3"/>
    <w:rsid w:val="008552A2"/>
    <w:rsid w:val="0085747A"/>
    <w:rsid w:val="00872F5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2DE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1CE9"/>
    <w:rsid w:val="00A43BF6"/>
    <w:rsid w:val="00A52A4C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0338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0CF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035E"/>
    <w:rsid w:val="00CF25BE"/>
    <w:rsid w:val="00CF67E0"/>
    <w:rsid w:val="00CF78ED"/>
    <w:rsid w:val="00D02B25"/>
    <w:rsid w:val="00D02EBA"/>
    <w:rsid w:val="00D05AFE"/>
    <w:rsid w:val="00D10B50"/>
    <w:rsid w:val="00D17C3C"/>
    <w:rsid w:val="00D26B2C"/>
    <w:rsid w:val="00D3333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58D"/>
    <w:rsid w:val="00DB7AB8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895"/>
    <w:rsid w:val="00E51E44"/>
    <w:rsid w:val="00E63348"/>
    <w:rsid w:val="00E72547"/>
    <w:rsid w:val="00E742AA"/>
    <w:rsid w:val="00E77E88"/>
    <w:rsid w:val="00E8107D"/>
    <w:rsid w:val="00E960BB"/>
    <w:rsid w:val="00EA2074"/>
    <w:rsid w:val="00EA4832"/>
    <w:rsid w:val="00EA4E9D"/>
    <w:rsid w:val="00EA52AE"/>
    <w:rsid w:val="00EB17C6"/>
    <w:rsid w:val="00EB238F"/>
    <w:rsid w:val="00EC4899"/>
    <w:rsid w:val="00ED03AB"/>
    <w:rsid w:val="00ED32D2"/>
    <w:rsid w:val="00ED751D"/>
    <w:rsid w:val="00ED766D"/>
    <w:rsid w:val="00EE32DE"/>
    <w:rsid w:val="00EE5457"/>
    <w:rsid w:val="00F0569B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42DD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60B63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B2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1B2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1B2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35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35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35A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35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35A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81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B8FB0-61DF-412E-B2F2-2B953C948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4</Pages>
  <Words>813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11</cp:revision>
  <cp:lastPrinted>2019-02-06T12:12:00Z</cp:lastPrinted>
  <dcterms:created xsi:type="dcterms:W3CDTF">2021-11-26T10:35:00Z</dcterms:created>
  <dcterms:modified xsi:type="dcterms:W3CDTF">2022-02-08T11:19:00Z</dcterms:modified>
</cp:coreProperties>
</file>